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E3191D8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486904">
        <w:rPr>
          <w:rStyle w:val="Strong"/>
          <w:rFonts w:asciiTheme="minorHAnsi" w:hAnsiTheme="minorHAnsi" w:cstheme="minorHAnsi"/>
          <w:lang w:val="en-GB"/>
        </w:rPr>
        <w:t>22-G02</w:t>
      </w:r>
      <w:r w:rsidR="00B82078">
        <w:rPr>
          <w:rStyle w:val="Strong"/>
          <w:rFonts w:asciiTheme="minorHAnsi" w:hAnsiTheme="minorHAnsi" w:cstheme="minorHAnsi"/>
          <w:lang w:val="en-GB"/>
        </w:rPr>
        <w:t>7</w:t>
      </w:r>
      <w:r w:rsidR="00486904">
        <w:rPr>
          <w:rStyle w:val="Strong"/>
          <w:rFonts w:asciiTheme="minorHAnsi" w:hAnsiTheme="minorHAnsi" w:cstheme="minorHAnsi"/>
          <w:lang w:val="en-GB"/>
        </w:rPr>
        <w:t>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0EC29AA" w:rsidR="00B0293A" w:rsidRPr="00532E97" w:rsidRDefault="00B8207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19/06/2024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EFDA76F" w:rsidR="00B0293A" w:rsidRPr="00CB6DDC" w:rsidRDefault="00486904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B82078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/0</w:t>
            </w:r>
            <w:r w:rsidR="00B82078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8EE5AAB" w:rsidR="00B0293A" w:rsidRPr="00251A4B" w:rsidRDefault="00B8207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432700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432700">
              <w:rPr>
                <w:rFonts w:ascii="Calibri" w:hAnsi="Calibri"/>
                <w:szCs w:val="20"/>
              </w:rPr>
              <w:t>/2024 (office hrs)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FBA0E1B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432700">
              <w:rPr>
                <w:rFonts w:ascii="Calibri" w:hAnsi="Calibri"/>
                <w:szCs w:val="20"/>
              </w:rPr>
              <w:t xml:space="preserve"> </w:t>
            </w:r>
            <w:r w:rsidR="00B82078">
              <w:rPr>
                <w:rFonts w:ascii="Calibri" w:hAnsi="Calibri"/>
                <w:szCs w:val="20"/>
              </w:rPr>
              <w:t>04/06/2024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36ECFD8" w:rsidR="00B0293A" w:rsidRPr="00532E97" w:rsidRDefault="00B8207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08/07/2024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EF807C5" w:rsidR="00B0293A" w:rsidRPr="00532E97" w:rsidRDefault="00874C7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641371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/0</w:t>
            </w:r>
            <w:r w:rsidR="00641371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6FDD22B" w:rsidR="00B0293A" w:rsidRPr="00532E97" w:rsidRDefault="0064137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5660A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5660A4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6CAC1CB" w:rsidR="00B0293A" w:rsidRPr="00532E97" w:rsidRDefault="0064137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5660A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5660A4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51D508C" w:rsidR="00B0293A" w:rsidRPr="00532E97" w:rsidRDefault="0064137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5660A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5660A4">
              <w:rPr>
                <w:rFonts w:ascii="Calibri" w:hAnsi="Calibri"/>
                <w:szCs w:val="20"/>
              </w:rPr>
              <w:t>/24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627146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4D559" w14:textId="77777777" w:rsidR="0007474D" w:rsidRDefault="0007474D">
      <w:r>
        <w:separator/>
      </w:r>
    </w:p>
  </w:endnote>
  <w:endnote w:type="continuationSeparator" w:id="0">
    <w:p w14:paraId="4F8FC08F" w14:textId="77777777" w:rsidR="0007474D" w:rsidRDefault="0007474D">
      <w:r>
        <w:continuationSeparator/>
      </w:r>
    </w:p>
  </w:endnote>
  <w:endnote w:type="continuationNotice" w:id="1">
    <w:p w14:paraId="6495EFC3" w14:textId="77777777" w:rsidR="0007474D" w:rsidRDefault="000747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50267C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82078">
      <w:rPr>
        <w:noProof/>
      </w:rPr>
      <w:t>2024-06-19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97D5C" w14:textId="77777777" w:rsidR="0007474D" w:rsidRDefault="0007474D">
      <w:r>
        <w:separator/>
      </w:r>
    </w:p>
  </w:footnote>
  <w:footnote w:type="continuationSeparator" w:id="0">
    <w:p w14:paraId="507EE1EA" w14:textId="77777777" w:rsidR="0007474D" w:rsidRDefault="0007474D">
      <w:r>
        <w:continuationSeparator/>
      </w:r>
    </w:p>
  </w:footnote>
  <w:footnote w:type="continuationNotice" w:id="1">
    <w:p w14:paraId="55DC4F36" w14:textId="77777777" w:rsidR="0007474D" w:rsidRDefault="000747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78D6C95A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486904">
      <w:rPr>
        <w:rStyle w:val="Strong"/>
        <w:rFonts w:asciiTheme="minorHAnsi" w:hAnsiTheme="minorHAnsi" w:cstheme="minorHAnsi"/>
        <w:lang w:val="en-GB"/>
      </w:rPr>
      <w:t>22-G02</w:t>
    </w:r>
    <w:r w:rsidR="00B82078">
      <w:rPr>
        <w:rStyle w:val="Strong"/>
        <w:rFonts w:asciiTheme="minorHAnsi" w:hAnsiTheme="minorHAnsi" w:cstheme="minorHAnsi"/>
        <w:lang w:val="en-GB"/>
      </w:rPr>
      <w:t>7</w:t>
    </w:r>
    <w:r w:rsidR="00486904">
      <w:rPr>
        <w:rStyle w:val="Strong"/>
        <w:rFonts w:asciiTheme="minorHAnsi" w:hAnsiTheme="minorHAnsi" w:cstheme="minorHAnsi"/>
        <w:lang w:val="en-GB"/>
      </w:rPr>
      <w:t>-24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794717">
    <w:abstractNumId w:val="1"/>
  </w:num>
  <w:num w:numId="2" w16cid:durableId="1417248108">
    <w:abstractNumId w:val="10"/>
  </w:num>
  <w:num w:numId="3" w16cid:durableId="952597142">
    <w:abstractNumId w:val="11"/>
  </w:num>
  <w:num w:numId="4" w16cid:durableId="850678449">
    <w:abstractNumId w:val="4"/>
  </w:num>
  <w:num w:numId="5" w16cid:durableId="231431848">
    <w:abstractNumId w:val="3"/>
  </w:num>
  <w:num w:numId="6" w16cid:durableId="224535592">
    <w:abstractNumId w:val="7"/>
  </w:num>
  <w:num w:numId="7" w16cid:durableId="1047921616">
    <w:abstractNumId w:val="5"/>
  </w:num>
  <w:num w:numId="8" w16cid:durableId="1915115827">
    <w:abstractNumId w:val="9"/>
  </w:num>
  <w:num w:numId="9" w16cid:durableId="1435832181">
    <w:abstractNumId w:val="0"/>
  </w:num>
  <w:num w:numId="10" w16cid:durableId="1224213471">
    <w:abstractNumId w:val="8"/>
  </w:num>
  <w:num w:numId="11" w16cid:durableId="106390065">
    <w:abstractNumId w:val="2"/>
  </w:num>
  <w:num w:numId="12" w16cid:durableId="61768333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474D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550A"/>
    <w:rsid w:val="000B62F3"/>
    <w:rsid w:val="000B75CE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2700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6904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5ECD"/>
    <w:rsid w:val="0055624C"/>
    <w:rsid w:val="00556268"/>
    <w:rsid w:val="0056101E"/>
    <w:rsid w:val="005621DD"/>
    <w:rsid w:val="0056322E"/>
    <w:rsid w:val="00564E31"/>
    <w:rsid w:val="00564F49"/>
    <w:rsid w:val="0056555F"/>
    <w:rsid w:val="005660A4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46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1371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160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C7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86C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078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79D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15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2013-10-18T08:32:00Z</cp:lastPrinted>
  <dcterms:created xsi:type="dcterms:W3CDTF">2024-03-25T22:29:00Z</dcterms:created>
  <dcterms:modified xsi:type="dcterms:W3CDTF">2024-06-18T22:28:00Z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